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>Załącznik nr 1.5 do Zarządzenia Rektora UR  nr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77777777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Pr="00435C20">
        <w:rPr>
          <w:rFonts w:ascii="Corbel" w:hAnsi="Corbel"/>
          <w:smallCaps/>
        </w:rPr>
        <w:t>2020-2022</w:t>
      </w:r>
    </w:p>
    <w:p w14:paraId="61C1446E" w14:textId="77777777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2021/2022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39C2C920" w:rsidR="0085747A" w:rsidRPr="00435C20" w:rsidRDefault="00B509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46069035" w:rsidR="00015B8F" w:rsidRPr="00435C20" w:rsidRDefault="00B509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potrafi  wykorzystywać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1D9B0FDA" w:rsidR="00EB287B" w:rsidRPr="00435C20" w:rsidRDefault="00B5093E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383B084D" w:rsidR="00EB287B" w:rsidRPr="00435C20" w:rsidRDefault="00B5093E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logistyki : aspekt systemowy i zarządczy / Piotr Blaik.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BB05C" w14:textId="77777777" w:rsidR="00BD1743" w:rsidRDefault="00BD1743" w:rsidP="00C16ABF">
      <w:r>
        <w:separator/>
      </w:r>
    </w:p>
  </w:endnote>
  <w:endnote w:type="continuationSeparator" w:id="0">
    <w:p w14:paraId="2C8BACB6" w14:textId="77777777" w:rsidR="00BD1743" w:rsidRDefault="00BD1743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2E0CB" w14:textId="77777777" w:rsidR="00BD1743" w:rsidRDefault="00BD1743" w:rsidP="00C16ABF">
      <w:r>
        <w:separator/>
      </w:r>
    </w:p>
  </w:footnote>
  <w:footnote w:type="continuationSeparator" w:id="0">
    <w:p w14:paraId="20CA4A8F" w14:textId="77777777" w:rsidR="00BD1743" w:rsidRDefault="00BD1743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5093E"/>
    <w:rsid w:val="00B607DB"/>
    <w:rsid w:val="00B629F9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174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C33448-A219-4750-B080-10FD2EC8B7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2020-12-13T20:53:00Z</dcterms:created>
  <dcterms:modified xsi:type="dcterms:W3CDTF">2020-12-13T20:53:00Z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